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C7B" w:rsidRDefault="004B6C7B" w:rsidP="001C4633">
      <w:pPr>
        <w:spacing w:line="240" w:lineRule="auto"/>
        <w:ind w:left="5400" w:hanging="61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                 Приложение № 1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к решению Совета депутатов                                                от 04.10.2018г. № 63</w:t>
      </w:r>
    </w:p>
    <w:p w:rsidR="004B6C7B" w:rsidRDefault="004B6C7B" w:rsidP="001C4633">
      <w:pPr>
        <w:jc w:val="right"/>
        <w:rPr>
          <w:rFonts w:ascii="Times New Roman" w:hAnsi="Times New Roman" w:cs="Times New Roman"/>
        </w:rPr>
      </w:pPr>
    </w:p>
    <w:p w:rsidR="004B6C7B" w:rsidRDefault="004B6C7B" w:rsidP="001C4633">
      <w:pPr>
        <w:ind w:right="-74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Источники финансирования дефицита бюджета                                                            муниципального образования Усть-Бюрский сельсовет                                                       Усть-Абаканского района Республики Хакасия на 2018 год</w:t>
      </w:r>
    </w:p>
    <w:p w:rsidR="004B6C7B" w:rsidRDefault="004B6C7B" w:rsidP="001C4633">
      <w:pPr>
        <w:ind w:right="-744"/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3191"/>
        <w:gridCol w:w="4520"/>
        <w:gridCol w:w="1762"/>
      </w:tblGrid>
      <w:tr w:rsidR="004B6C7B" w:rsidRPr="001C4633">
        <w:trPr>
          <w:trHeight w:val="1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Сумма на год</w:t>
            </w:r>
          </w:p>
        </w:tc>
      </w:tr>
      <w:tr w:rsidR="004B6C7B" w:rsidRPr="001C4633">
        <w:trPr>
          <w:trHeight w:val="1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r w:rsidRPr="001C463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012 01 </w:t>
            </w:r>
            <w:bookmarkEnd w:id="0"/>
            <w:r w:rsidRPr="001C463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05 00 00 00 0000 000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1C463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431 100</w:t>
            </w:r>
          </w:p>
        </w:tc>
      </w:tr>
      <w:tr w:rsidR="004B6C7B" w:rsidRPr="001C4633">
        <w:trPr>
          <w:trHeight w:val="1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012 01 05 02 00 00 0000 500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 w:rsidP="0039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9 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407</w:t>
            </w: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09,09</w:t>
            </w:r>
          </w:p>
        </w:tc>
      </w:tr>
      <w:tr w:rsidR="004B6C7B" w:rsidRPr="001C4633">
        <w:trPr>
          <w:trHeight w:val="1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 w:rsidP="00114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012 01 05 02 01 00 0000 510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 w:rsidP="00114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 w:rsidP="00393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- 9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407</w:t>
            </w: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09,09</w:t>
            </w:r>
          </w:p>
        </w:tc>
      </w:tr>
      <w:tr w:rsidR="004B6C7B" w:rsidRPr="001C4633">
        <w:trPr>
          <w:trHeight w:val="1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 w:rsidP="00114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012 01 05 02 01 10 0000 510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 w:rsidP="00114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 w:rsidP="00393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- 9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407</w:t>
            </w: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09,09</w:t>
            </w:r>
          </w:p>
        </w:tc>
      </w:tr>
      <w:tr w:rsidR="004B6C7B" w:rsidRPr="001C4633">
        <w:trPr>
          <w:trHeight w:val="1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 w:rsidP="00114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012 01 05 02 00 00 0000 600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 w:rsidP="00114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Уменьшение прочих  остатков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 w:rsidP="00393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9 8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09,09</w:t>
            </w:r>
          </w:p>
        </w:tc>
      </w:tr>
      <w:tr w:rsidR="004B6C7B" w:rsidRPr="001C4633">
        <w:trPr>
          <w:trHeight w:val="1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 w:rsidP="00114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012 01 05 02 01 00 0000 610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 w:rsidP="00114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 w:rsidP="00393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9 8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09,09</w:t>
            </w:r>
          </w:p>
        </w:tc>
      </w:tr>
      <w:tr w:rsidR="004B6C7B" w:rsidRPr="001C4633">
        <w:trPr>
          <w:trHeight w:val="1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 w:rsidP="00114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012 01 05 02 01 10 0000 610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 w:rsidP="00114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 w:rsidP="00393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9 8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C4633">
              <w:rPr>
                <w:rFonts w:ascii="Times New Roman" w:hAnsi="Times New Roman" w:cs="Times New Roman"/>
                <w:sz w:val="26"/>
                <w:szCs w:val="26"/>
              </w:rPr>
              <w:t>09,09</w:t>
            </w:r>
          </w:p>
        </w:tc>
      </w:tr>
      <w:tr w:rsidR="004B6C7B" w:rsidRPr="001C4633">
        <w:trPr>
          <w:trHeight w:val="1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Всего источников финансирования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C7B" w:rsidRPr="001C4633" w:rsidRDefault="004B6C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63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431 100</w:t>
            </w:r>
          </w:p>
        </w:tc>
      </w:tr>
    </w:tbl>
    <w:p w:rsidR="004B6C7B" w:rsidRPr="001C4633" w:rsidRDefault="004B6C7B">
      <w:pPr>
        <w:rPr>
          <w:sz w:val="26"/>
          <w:szCs w:val="26"/>
        </w:rPr>
      </w:pPr>
    </w:p>
    <w:sectPr w:rsidR="004B6C7B" w:rsidRPr="001C4633" w:rsidSect="00AB0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9DC"/>
    <w:rsid w:val="0000787F"/>
    <w:rsid w:val="000229DC"/>
    <w:rsid w:val="001141B8"/>
    <w:rsid w:val="00161E91"/>
    <w:rsid w:val="001C4633"/>
    <w:rsid w:val="00207991"/>
    <w:rsid w:val="002868F8"/>
    <w:rsid w:val="002A0906"/>
    <w:rsid w:val="00393B05"/>
    <w:rsid w:val="004B46D3"/>
    <w:rsid w:val="004B6C7B"/>
    <w:rsid w:val="004C0344"/>
    <w:rsid w:val="00525EC0"/>
    <w:rsid w:val="005442F1"/>
    <w:rsid w:val="0055692A"/>
    <w:rsid w:val="006C4B86"/>
    <w:rsid w:val="007438D6"/>
    <w:rsid w:val="00757790"/>
    <w:rsid w:val="0078433B"/>
    <w:rsid w:val="007A4C43"/>
    <w:rsid w:val="00892F93"/>
    <w:rsid w:val="008C27AF"/>
    <w:rsid w:val="008E666E"/>
    <w:rsid w:val="009131C4"/>
    <w:rsid w:val="0092042A"/>
    <w:rsid w:val="00A436AB"/>
    <w:rsid w:val="00AB04B9"/>
    <w:rsid w:val="00AC6A8B"/>
    <w:rsid w:val="00B04DD2"/>
    <w:rsid w:val="00B32AD2"/>
    <w:rsid w:val="00B66073"/>
    <w:rsid w:val="00B708DC"/>
    <w:rsid w:val="00BC7058"/>
    <w:rsid w:val="00BF2672"/>
    <w:rsid w:val="00C93077"/>
    <w:rsid w:val="00CA2157"/>
    <w:rsid w:val="00CB2B15"/>
    <w:rsid w:val="00D57AB4"/>
    <w:rsid w:val="00DA0104"/>
    <w:rsid w:val="00E150DD"/>
    <w:rsid w:val="00E82945"/>
    <w:rsid w:val="00E92B0B"/>
    <w:rsid w:val="00E937B4"/>
    <w:rsid w:val="00EF2341"/>
    <w:rsid w:val="00F01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4B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91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97</TotalTime>
  <Pages>1</Pages>
  <Words>198</Words>
  <Characters>1135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</dc:creator>
  <cp:keywords/>
  <dc:description/>
  <cp:lastModifiedBy>100</cp:lastModifiedBy>
  <cp:revision>68</cp:revision>
  <cp:lastPrinted>2008-12-28T21:44:00Z</cp:lastPrinted>
  <dcterms:created xsi:type="dcterms:W3CDTF">2014-11-10T09:07:00Z</dcterms:created>
  <dcterms:modified xsi:type="dcterms:W3CDTF">2008-12-28T21:44:00Z</dcterms:modified>
</cp:coreProperties>
</file>