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DE" w:rsidRPr="00B91CF1" w:rsidRDefault="00AA28DE" w:rsidP="00B91CF1">
      <w:pPr>
        <w:ind w:left="5220" w:hanging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</w:t>
      </w:r>
      <w:r w:rsidRPr="00B91CF1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1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</w:t>
      </w:r>
      <w:r w:rsidRPr="00B91CF1">
        <w:rPr>
          <w:rFonts w:ascii="Times New Roman" w:hAnsi="Times New Roman" w:cs="Times New Roman"/>
          <w:sz w:val="26"/>
          <w:szCs w:val="26"/>
        </w:rPr>
        <w:t xml:space="preserve">к решению Совета депутатов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от 31</w:t>
      </w:r>
      <w:r w:rsidRPr="00B91CF1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91CF1">
        <w:rPr>
          <w:rFonts w:ascii="Times New Roman" w:hAnsi="Times New Roman" w:cs="Times New Roman"/>
          <w:sz w:val="26"/>
          <w:szCs w:val="26"/>
        </w:rPr>
        <w:t xml:space="preserve">.2017г. № </w:t>
      </w:r>
      <w:r>
        <w:rPr>
          <w:rFonts w:ascii="Times New Roman" w:hAnsi="Times New Roman" w:cs="Times New Roman"/>
          <w:sz w:val="26"/>
          <w:szCs w:val="26"/>
        </w:rPr>
        <w:t>62</w:t>
      </w:r>
    </w:p>
    <w:p w:rsidR="00AA28DE" w:rsidRPr="00DB60CE" w:rsidRDefault="00AA28DE" w:rsidP="00023532">
      <w:pPr>
        <w:ind w:right="-117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AA28DE" w:rsidRDefault="00AA28DE" w:rsidP="00F4206D">
      <w:pPr>
        <w:spacing w:after="0" w:line="240" w:lineRule="auto"/>
        <w:ind w:right="-1170"/>
        <w:jc w:val="center"/>
        <w:rPr>
          <w:rFonts w:ascii="Times New Roman" w:hAnsi="Times New Roman" w:cs="Times New Roman"/>
          <w:sz w:val="24"/>
          <w:szCs w:val="24"/>
        </w:rPr>
      </w:pPr>
    </w:p>
    <w:p w:rsidR="00AA28DE" w:rsidRPr="00B91CF1" w:rsidRDefault="00AA28DE" w:rsidP="00DB60CE">
      <w:pPr>
        <w:jc w:val="center"/>
        <w:rPr>
          <w:rFonts w:ascii="Times New Roman" w:hAnsi="Times New Roman" w:cs="Times New Roman"/>
          <w:sz w:val="26"/>
          <w:szCs w:val="26"/>
        </w:rPr>
      </w:pPr>
      <w:r w:rsidRPr="00B91CF1">
        <w:rPr>
          <w:rFonts w:ascii="Times New Roman" w:hAnsi="Times New Roman" w:cs="Times New Roman"/>
          <w:b/>
          <w:bCs/>
          <w:sz w:val="26"/>
          <w:szCs w:val="26"/>
        </w:rPr>
        <w:t>Отчет                                                                                                                                                           по финансированию</w:t>
      </w:r>
      <w:r w:rsidRPr="00B91CF1">
        <w:rPr>
          <w:rFonts w:ascii="Times New Roman" w:hAnsi="Times New Roman" w:cs="Times New Roman"/>
          <w:sz w:val="26"/>
          <w:szCs w:val="26"/>
        </w:rPr>
        <w:t xml:space="preserve"> и</w:t>
      </w:r>
      <w:r w:rsidRPr="00B91CF1">
        <w:rPr>
          <w:rFonts w:ascii="Times New Roman" w:hAnsi="Times New Roman" w:cs="Times New Roman"/>
          <w:b/>
          <w:bCs/>
          <w:sz w:val="26"/>
          <w:szCs w:val="26"/>
        </w:rPr>
        <w:t>сточников дефицита бюджета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</w:t>
      </w:r>
      <w:r w:rsidRPr="00B91CF1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образования Усть-Бюрскийсельсовет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</w:t>
      </w:r>
      <w:r w:rsidRPr="00B91CF1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                                                                          за 1 полугодие  2017 года</w:t>
      </w:r>
    </w:p>
    <w:p w:rsidR="00AA28DE" w:rsidRDefault="00AA28DE">
      <w:pPr>
        <w:jc w:val="center"/>
      </w:pPr>
    </w:p>
    <w:tbl>
      <w:tblPr>
        <w:tblW w:w="10778" w:type="dxa"/>
        <w:tblInd w:w="-826" w:type="dxa"/>
        <w:tblCellMar>
          <w:left w:w="10" w:type="dxa"/>
          <w:right w:w="10" w:type="dxa"/>
        </w:tblCellMar>
        <w:tblLook w:val="0000"/>
      </w:tblPr>
      <w:tblGrid>
        <w:gridCol w:w="3036"/>
        <w:gridCol w:w="4637"/>
        <w:gridCol w:w="1603"/>
        <w:gridCol w:w="1502"/>
      </w:tblGrid>
      <w:tr w:rsidR="00AA28DE" w:rsidRPr="00B91CF1" w:rsidTr="003C1837">
        <w:trPr>
          <w:trHeight w:val="315"/>
        </w:trPr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на год</w:t>
            </w:r>
          </w:p>
        </w:tc>
      </w:tr>
      <w:tr w:rsidR="00AA28DE" w:rsidRPr="00B91CF1" w:rsidTr="003C1837">
        <w:trPr>
          <w:trHeight w:val="210"/>
        </w:trPr>
        <w:tc>
          <w:tcPr>
            <w:tcW w:w="3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Факт 1 кв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012 01 05 00 00 00 0000 000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A2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349 100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917B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435 073,27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012 01 05 02 00 00 0000 500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16 584 850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A23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8 719 598,85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012 01 05 02 01 00 0000 510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-16 584 850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8 719 598,85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012 01 05 02 01 10 0000 510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-16 584 850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8 719 598,85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012 01 05 02 00 00 0000 600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16 933 950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8 284 525,58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012 01 05 02 01 00 0000 610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16 933950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8 284 525,58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012 01 05 02 01 10 0000 610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16 933 950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CF1">
              <w:rPr>
                <w:rFonts w:ascii="Times New Roman" w:hAnsi="Times New Roman" w:cs="Times New Roman"/>
                <w:sz w:val="24"/>
                <w:szCs w:val="24"/>
              </w:rPr>
              <w:t>8 284 525,58</w:t>
            </w:r>
          </w:p>
        </w:tc>
      </w:tr>
      <w:tr w:rsidR="00AA28DE" w:rsidRPr="00B91CF1" w:rsidTr="003C1837">
        <w:trPr>
          <w:trHeight w:val="1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источников финансирования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28DE" w:rsidRPr="00B91CF1" w:rsidRDefault="00AA28DE" w:rsidP="005F2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349 100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28DE" w:rsidRPr="00B91CF1" w:rsidRDefault="00AA28DE" w:rsidP="00B37A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B91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435 073,27</w:t>
            </w:r>
          </w:p>
        </w:tc>
      </w:tr>
    </w:tbl>
    <w:p w:rsidR="00AA28DE" w:rsidRPr="00B91CF1" w:rsidRDefault="00AA28DE" w:rsidP="00BA03C0">
      <w:pPr>
        <w:rPr>
          <w:sz w:val="24"/>
          <w:szCs w:val="24"/>
        </w:rPr>
      </w:pPr>
      <w:bookmarkStart w:id="0" w:name="_GoBack"/>
      <w:bookmarkEnd w:id="0"/>
    </w:p>
    <w:sectPr w:rsidR="00AA28DE" w:rsidRPr="00B91CF1" w:rsidSect="00B91CF1">
      <w:pgSz w:w="11906" w:h="16838"/>
      <w:pgMar w:top="1134" w:right="128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4CA"/>
    <w:rsid w:val="00023532"/>
    <w:rsid w:val="00202FD6"/>
    <w:rsid w:val="002B5D72"/>
    <w:rsid w:val="00314128"/>
    <w:rsid w:val="00341E1A"/>
    <w:rsid w:val="003C1837"/>
    <w:rsid w:val="00497B20"/>
    <w:rsid w:val="004C1E3A"/>
    <w:rsid w:val="004F6C93"/>
    <w:rsid w:val="005236B0"/>
    <w:rsid w:val="005F281B"/>
    <w:rsid w:val="006F6D6E"/>
    <w:rsid w:val="00746BF9"/>
    <w:rsid w:val="00773567"/>
    <w:rsid w:val="008C3B54"/>
    <w:rsid w:val="00917BFC"/>
    <w:rsid w:val="00A23A20"/>
    <w:rsid w:val="00AA28DE"/>
    <w:rsid w:val="00B37A3D"/>
    <w:rsid w:val="00B91CF1"/>
    <w:rsid w:val="00BA03C0"/>
    <w:rsid w:val="00BE66B3"/>
    <w:rsid w:val="00C41598"/>
    <w:rsid w:val="00CF2ABF"/>
    <w:rsid w:val="00D56511"/>
    <w:rsid w:val="00DA04CA"/>
    <w:rsid w:val="00DB60CE"/>
    <w:rsid w:val="00EB75F3"/>
    <w:rsid w:val="00F045FB"/>
    <w:rsid w:val="00F4206D"/>
    <w:rsid w:val="00FA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C9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F2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2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</Pages>
  <Words>251</Words>
  <Characters>1434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</dc:creator>
  <cp:keywords/>
  <dc:description/>
  <cp:lastModifiedBy>100</cp:lastModifiedBy>
  <cp:revision>28</cp:revision>
  <cp:lastPrinted>2017-08-06T03:32:00Z</cp:lastPrinted>
  <dcterms:created xsi:type="dcterms:W3CDTF">2014-02-04T10:25:00Z</dcterms:created>
  <dcterms:modified xsi:type="dcterms:W3CDTF">2017-08-06T03:32:00Z</dcterms:modified>
</cp:coreProperties>
</file>