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F1" w:rsidRDefault="000815F1" w:rsidP="0080040B">
      <w:pPr>
        <w:ind w:left="5400" w:hanging="6120"/>
        <w:rPr>
          <w:rFonts w:ascii="Times New Roman" w:hAnsi="Times New Roman" w:cs="Times New Roman"/>
          <w:sz w:val="26"/>
          <w:szCs w:val="26"/>
        </w:rPr>
      </w:pPr>
      <w:r>
        <w:rPr>
          <w:b/>
          <w:bCs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№ 1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к решению Совета депутатов                                                от 27.01.2017г. № 1</w:t>
      </w:r>
    </w:p>
    <w:p w:rsidR="000815F1" w:rsidRDefault="000815F1" w:rsidP="00E935C0">
      <w:pPr>
        <w:spacing w:after="0" w:line="240" w:lineRule="auto"/>
        <w:ind w:right="-1170"/>
        <w:jc w:val="right"/>
        <w:rPr>
          <w:rFonts w:ascii="Times New Roman" w:hAnsi="Times New Roman" w:cs="Times New Roman"/>
          <w:sz w:val="24"/>
          <w:szCs w:val="24"/>
        </w:rPr>
      </w:pPr>
    </w:p>
    <w:p w:rsidR="000815F1" w:rsidRDefault="000815F1" w:rsidP="00E935C0">
      <w:pPr>
        <w:spacing w:after="0" w:line="240" w:lineRule="auto"/>
        <w:ind w:right="-1170"/>
        <w:jc w:val="right"/>
        <w:rPr>
          <w:rFonts w:ascii="Times New Roman" w:hAnsi="Times New Roman" w:cs="Times New Roman"/>
          <w:sz w:val="24"/>
          <w:szCs w:val="24"/>
        </w:rPr>
      </w:pPr>
    </w:p>
    <w:p w:rsidR="000815F1" w:rsidRDefault="000815F1">
      <w:pPr>
        <w:jc w:val="right"/>
      </w:pPr>
    </w:p>
    <w:p w:rsidR="000815F1" w:rsidRPr="0080040B" w:rsidRDefault="000815F1">
      <w:pPr>
        <w:ind w:right="-74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040B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финансирования дефицита бюджета муниципального образования Усть-Бюрский  сельсовет Усть-Абаканского района Республики Хакасия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</w:t>
      </w:r>
      <w:r w:rsidRPr="0080040B">
        <w:rPr>
          <w:rFonts w:ascii="Times New Roman" w:hAnsi="Times New Roman" w:cs="Times New Roman"/>
          <w:b/>
          <w:bCs/>
          <w:sz w:val="26"/>
          <w:szCs w:val="26"/>
        </w:rPr>
        <w:t>на 2017 год</w:t>
      </w:r>
    </w:p>
    <w:p w:rsidR="000815F1" w:rsidRPr="0080040B" w:rsidRDefault="000815F1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041"/>
        <w:gridCol w:w="4217"/>
        <w:gridCol w:w="1591"/>
      </w:tblGrid>
      <w:tr w:rsidR="000815F1" w:rsidRPr="0080040B">
        <w:trPr>
          <w:trHeight w:val="1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Сумма на год</w:t>
            </w:r>
          </w:p>
        </w:tc>
      </w:tr>
      <w:tr w:rsidR="000815F1" w:rsidRPr="0080040B">
        <w:trPr>
          <w:trHeight w:val="1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40B">
              <w:rPr>
                <w:rFonts w:ascii="Times New Roman" w:hAnsi="Times New Roman" w:cs="Times New Roman"/>
                <w:b/>
                <w:bCs/>
              </w:rPr>
              <w:t>012 01 05 00 00 00 0000 000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815F1" w:rsidRPr="0080040B" w:rsidRDefault="000815F1" w:rsidP="00790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- 349 100</w:t>
            </w:r>
          </w:p>
        </w:tc>
      </w:tr>
      <w:tr w:rsidR="000815F1" w:rsidRPr="0080040B">
        <w:trPr>
          <w:trHeight w:val="1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40B">
              <w:rPr>
                <w:rFonts w:ascii="Times New Roman" w:hAnsi="Times New Roman" w:cs="Times New Roman"/>
              </w:rPr>
              <w:t>012 01 05 02 00 00 0000 500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7 617 250</w:t>
            </w:r>
          </w:p>
        </w:tc>
      </w:tr>
      <w:tr w:rsidR="000815F1" w:rsidRPr="0080040B">
        <w:trPr>
          <w:trHeight w:val="1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40B">
              <w:rPr>
                <w:rFonts w:ascii="Times New Roman" w:hAnsi="Times New Roman" w:cs="Times New Roman"/>
              </w:rPr>
              <w:t>012 01 05 02 01 00 0000 510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7 617 250</w:t>
            </w:r>
          </w:p>
        </w:tc>
      </w:tr>
      <w:tr w:rsidR="000815F1" w:rsidRPr="0080040B">
        <w:trPr>
          <w:trHeight w:val="1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40B">
              <w:rPr>
                <w:rFonts w:ascii="Times New Roman" w:hAnsi="Times New Roman" w:cs="Times New Roman"/>
              </w:rPr>
              <w:t>012 01 05 02 01 10 0000 510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815F1" w:rsidRPr="0080040B" w:rsidRDefault="000815F1" w:rsidP="00611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7 617 250</w:t>
            </w:r>
          </w:p>
        </w:tc>
      </w:tr>
      <w:tr w:rsidR="000815F1" w:rsidRPr="0080040B">
        <w:trPr>
          <w:trHeight w:val="1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40B">
              <w:rPr>
                <w:rFonts w:ascii="Times New Roman" w:hAnsi="Times New Roman" w:cs="Times New Roman"/>
              </w:rPr>
              <w:t>012 01 05 02 00 00 0000 600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Уменьшение прочих  остатков средств бюджетов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7 966 350</w:t>
            </w:r>
          </w:p>
        </w:tc>
      </w:tr>
      <w:tr w:rsidR="000815F1" w:rsidRPr="0080040B">
        <w:trPr>
          <w:trHeight w:val="1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40B">
              <w:rPr>
                <w:rFonts w:ascii="Times New Roman" w:hAnsi="Times New Roman" w:cs="Times New Roman"/>
              </w:rPr>
              <w:t>012 01 05 02 01 00 0000 610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7 966 350</w:t>
            </w:r>
          </w:p>
        </w:tc>
      </w:tr>
      <w:tr w:rsidR="000815F1" w:rsidRPr="0080040B">
        <w:trPr>
          <w:trHeight w:val="1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40B">
              <w:rPr>
                <w:rFonts w:ascii="Times New Roman" w:hAnsi="Times New Roman" w:cs="Times New Roman"/>
              </w:rPr>
              <w:t>012 01 05 02 01 10 0000 610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sz w:val="26"/>
                <w:szCs w:val="26"/>
              </w:rPr>
              <w:t>7 966 350</w:t>
            </w:r>
          </w:p>
        </w:tc>
      </w:tr>
      <w:tr w:rsidR="000815F1" w:rsidRPr="0080040B">
        <w:trPr>
          <w:trHeight w:val="1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источников финансирования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815F1" w:rsidRPr="0080040B" w:rsidRDefault="000815F1" w:rsidP="00DA5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040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349 100</w:t>
            </w:r>
          </w:p>
        </w:tc>
      </w:tr>
    </w:tbl>
    <w:p w:rsidR="000815F1" w:rsidRPr="0080040B" w:rsidRDefault="000815F1">
      <w:pPr>
        <w:rPr>
          <w:rFonts w:ascii="Times New Roman" w:hAnsi="Times New Roman" w:cs="Times New Roman"/>
        </w:rPr>
      </w:pPr>
    </w:p>
    <w:sectPr w:rsidR="000815F1" w:rsidRPr="0080040B" w:rsidSect="00FE2A16">
      <w:pgSz w:w="11906" w:h="16838"/>
      <w:pgMar w:top="1134" w:right="147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9DC"/>
    <w:rsid w:val="00020CC5"/>
    <w:rsid w:val="000229DC"/>
    <w:rsid w:val="000815F1"/>
    <w:rsid w:val="000F65E7"/>
    <w:rsid w:val="001A2C9F"/>
    <w:rsid w:val="00207991"/>
    <w:rsid w:val="00247B8D"/>
    <w:rsid w:val="002868F8"/>
    <w:rsid w:val="002D6FD9"/>
    <w:rsid w:val="003F450E"/>
    <w:rsid w:val="004D07DF"/>
    <w:rsid w:val="00500874"/>
    <w:rsid w:val="00611974"/>
    <w:rsid w:val="00710FC2"/>
    <w:rsid w:val="0078433B"/>
    <w:rsid w:val="00790F5E"/>
    <w:rsid w:val="0080040B"/>
    <w:rsid w:val="008065C4"/>
    <w:rsid w:val="00892F93"/>
    <w:rsid w:val="008C27AF"/>
    <w:rsid w:val="00A47D7D"/>
    <w:rsid w:val="00AC6A8B"/>
    <w:rsid w:val="00B04DD2"/>
    <w:rsid w:val="00BB189E"/>
    <w:rsid w:val="00DA5BA1"/>
    <w:rsid w:val="00E150DD"/>
    <w:rsid w:val="00E935C0"/>
    <w:rsid w:val="00EF5C96"/>
    <w:rsid w:val="00F017A9"/>
    <w:rsid w:val="00F11035"/>
    <w:rsid w:val="00FE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5C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9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256</TotalTime>
  <Pages>1</Pages>
  <Words>185</Words>
  <Characters>1061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</dc:creator>
  <cp:keywords/>
  <dc:description/>
  <cp:lastModifiedBy>100</cp:lastModifiedBy>
  <cp:revision>38</cp:revision>
  <cp:lastPrinted>2017-01-29T14:20:00Z</cp:lastPrinted>
  <dcterms:created xsi:type="dcterms:W3CDTF">2014-11-10T09:07:00Z</dcterms:created>
  <dcterms:modified xsi:type="dcterms:W3CDTF">2017-01-29T14:20:00Z</dcterms:modified>
</cp:coreProperties>
</file>